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E51" w:rsidRDefault="00995E51">
      <w:bookmarkStart w:id="0" w:name="_GoBack"/>
      <w:bookmarkEnd w:id="0"/>
      <w:r>
        <w:rPr>
          <w:noProof/>
        </w:rPr>
        <w:drawing>
          <wp:inline distT="0" distB="0" distL="0" distR="0" wp14:anchorId="6D7C96CA" wp14:editId="51EB67C3">
            <wp:extent cx="5943600" cy="2305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E51" w:rsidRPr="00995E51" w:rsidRDefault="00995E51" w:rsidP="00995E51"/>
    <w:p w:rsidR="00995E51" w:rsidRDefault="00995E51" w:rsidP="00995E51"/>
    <w:p w:rsidR="00F11DCF" w:rsidRPr="00995E51" w:rsidRDefault="00995E51" w:rsidP="00995E51">
      <w:pPr>
        <w:tabs>
          <w:tab w:val="left" w:pos="7515"/>
        </w:tabs>
      </w:pPr>
      <w:r>
        <w:t xml:space="preserve">The Hamilton Center Initial Assessment contains the ability to refer to the VA/VHA if the consumer identifies that those services are needed. </w:t>
      </w:r>
    </w:p>
    <w:sectPr w:rsidR="00F11DCF" w:rsidRPr="00995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51" w:rsidRDefault="00995E51" w:rsidP="00995E51">
      <w:pPr>
        <w:spacing w:after="0" w:line="240" w:lineRule="auto"/>
      </w:pPr>
      <w:r>
        <w:separator/>
      </w:r>
    </w:p>
  </w:endnote>
  <w:endnote w:type="continuationSeparator" w:id="0">
    <w:p w:rsidR="00995E51" w:rsidRDefault="00995E51" w:rsidP="0099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51" w:rsidRDefault="00995E51" w:rsidP="00995E51">
      <w:pPr>
        <w:spacing w:after="0" w:line="240" w:lineRule="auto"/>
      </w:pPr>
      <w:r>
        <w:separator/>
      </w:r>
    </w:p>
  </w:footnote>
  <w:footnote w:type="continuationSeparator" w:id="0">
    <w:p w:rsidR="00995E51" w:rsidRDefault="00995E51" w:rsidP="00995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C7"/>
    <w:rsid w:val="001F2DC7"/>
    <w:rsid w:val="00731DDB"/>
    <w:rsid w:val="00995E51"/>
    <w:rsid w:val="00F1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ABCAEF3-DA06-4E6C-91BC-DD13C0F6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E51"/>
  </w:style>
  <w:style w:type="paragraph" w:styleId="Footer">
    <w:name w:val="footer"/>
    <w:basedOn w:val="Normal"/>
    <w:link w:val="FooterChar"/>
    <w:uiPriority w:val="99"/>
    <w:unhideWhenUsed/>
    <w:rsid w:val="00995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E19CAE06-8386-4E0A-991C-D5920FD32E5D}"/>
</file>

<file path=customXml/itemProps2.xml><?xml version="1.0" encoding="utf-8"?>
<ds:datastoreItem xmlns:ds="http://schemas.openxmlformats.org/officeDocument/2006/customXml" ds:itemID="{E0A1C5C6-AF93-4F4E-9C6D-F67C8FA3EF42}"/>
</file>

<file path=customXml/itemProps3.xml><?xml version="1.0" encoding="utf-8"?>
<ds:datastoreItem xmlns:ds="http://schemas.openxmlformats.org/officeDocument/2006/customXml" ds:itemID="{3CE04078-B80F-4F9F-AB94-44909D02BA34}"/>
</file>

<file path=docProps/app.xml><?xml version="1.0" encoding="utf-8"?>
<Properties xmlns="http://schemas.openxmlformats.org/officeDocument/2006/extended-properties" xmlns:vt="http://schemas.openxmlformats.org/officeDocument/2006/docPropsVTypes">
  <Template>237AA450</Template>
  <TotalTime>1</TotalTime>
  <Pages>1</Pages>
  <Words>21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COLLINS</dc:creator>
  <cp:keywords/>
  <dc:description/>
  <cp:lastModifiedBy>ART FULLER</cp:lastModifiedBy>
  <cp:revision>2</cp:revision>
  <dcterms:created xsi:type="dcterms:W3CDTF">2020-07-22T17:35:00Z</dcterms:created>
  <dcterms:modified xsi:type="dcterms:W3CDTF">2020-07-22T17:35:00Z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235400</vt:r8>
  </property>
</Properties>
</file>